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63" w:rsidRDefault="007C6563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1pt;margin-top:693pt;width:108pt;height:45pt;z-index:251662848">
            <v:textbox>
              <w:txbxContent>
                <w:p w:rsidR="007C6563" w:rsidRPr="004922CF" w:rsidRDefault="007C6563">
                  <w:pPr>
                    <w:rPr>
                      <w:sz w:val="28"/>
                      <w:szCs w:val="28"/>
                    </w:rPr>
                  </w:pPr>
                  <w:r w:rsidRPr="004922CF">
                    <w:rPr>
                      <w:sz w:val="28"/>
                      <w:szCs w:val="28"/>
                    </w:rPr>
                    <w:t xml:space="preserve">Marble-topped washstand 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7" type="#_x0000_t202" style="position:absolute;margin-left:-45pt;margin-top:387pt;width:63pt;height:29.55pt;z-index:251660800">
            <v:textbox>
              <w:txbxContent>
                <w:p w:rsidR="007C6563" w:rsidRPr="003F2B22" w:rsidRDefault="007C6563">
                  <w:pPr>
                    <w:rPr>
                      <w:sz w:val="32"/>
                      <w:szCs w:val="32"/>
                    </w:rPr>
                  </w:pPr>
                  <w:r w:rsidRPr="003F2B22">
                    <w:rPr>
                      <w:sz w:val="32"/>
                      <w:szCs w:val="32"/>
                    </w:rPr>
                    <w:t>Moat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8" type="#_x0000_t202" style="position:absolute;margin-left:126pt;margin-top:7in;width:1in;height:27pt;z-index:251661824">
            <v:textbox>
              <w:txbxContent>
                <w:p w:rsidR="007C6563" w:rsidRPr="003F2B22" w:rsidRDefault="007C6563">
                  <w:pPr>
                    <w:rPr>
                      <w:sz w:val="28"/>
                      <w:szCs w:val="28"/>
                    </w:rPr>
                  </w:pPr>
                  <w:r w:rsidRPr="003F2B22">
                    <w:rPr>
                      <w:sz w:val="28"/>
                      <w:szCs w:val="28"/>
                    </w:rPr>
                    <w:t xml:space="preserve">Camellias 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9" type="#_x0000_t202" style="position:absolute;margin-left:315pt;margin-top:393.45pt;width:108pt;height:38.55pt;z-index:251659776">
            <v:textbox>
              <w:txbxContent>
                <w:p w:rsidR="007C6563" w:rsidRDefault="007C6563">
                  <w:r>
                    <w:t>The book Jem read to Mrs. Dubose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s1030" type="#_x0000_t75" alt="http://www.petworthantiquecentre.co.uk/productimages/13326xIMG_0222a.jpg" style="position:absolute;margin-left:4in;margin-top:495pt;width:192pt;height:220.5pt;z-index:251652608;visibility:visible">
            <v:imagedata r:id="rId4" o:title=""/>
          </v:shape>
        </w:pict>
      </w:r>
      <w:r>
        <w:rPr>
          <w:noProof/>
          <w:lang w:val="en-US"/>
        </w:rPr>
        <w:pict>
          <v:shape id="Picture 19" o:spid="_x0000_s1031" type="#_x0000_t75" alt="http://www.netstate.com/states/symb/flowers/images/camellia.jpg" style="position:absolute;margin-left:-54pt;margin-top:513pt;width:225pt;height:225pt;z-index:251656704;visibility:visible">
            <v:imagedata r:id="rId5" o:title=""/>
          </v:shape>
        </w:pict>
      </w:r>
      <w:r>
        <w:rPr>
          <w:noProof/>
          <w:lang w:val="en-US"/>
        </w:rPr>
        <w:pict>
          <v:shape id="Picture 16" o:spid="_x0000_s1032" type="#_x0000_t75" alt="http://image.absoluteastronomy.com/images/encyclopediaimages/b/ba/baddesley.jpg" style="position:absolute;margin-left:-45pt;margin-top:225pt;width:261.75pt;height:174.75pt;z-index:251655680;visibility:visible">
            <v:imagedata r:id="rId6" o:title=""/>
          </v:shape>
        </w:pict>
      </w:r>
      <w:r>
        <w:rPr>
          <w:noProof/>
          <w:lang w:val="en-US"/>
        </w:rPr>
        <w:pict>
          <v:shape id="_x0000_s1033" type="#_x0000_t75" alt="" style="position:absolute;margin-left:-54pt;margin-top:18pt;width:131.25pt;height:162pt;z-index:251658752">
            <v:imagedata r:id="rId7" r:href="rId8"/>
          </v:shape>
        </w:pict>
      </w:r>
      <w:r>
        <w:rPr>
          <w:noProof/>
          <w:lang w:val="en-US"/>
        </w:rPr>
        <w:pict>
          <v:shape id="_x0000_s1034" type="#_x0000_t202" style="position:absolute;margin-left:-54pt;margin-top:-23.2pt;width:81pt;height:32.2pt;z-index:251651584">
            <v:textbox>
              <w:txbxContent>
                <w:p w:rsidR="007C6563" w:rsidRPr="00F64275" w:rsidRDefault="007C6563">
                  <w:pPr>
                    <w:rPr>
                      <w:sz w:val="40"/>
                      <w:szCs w:val="40"/>
                    </w:rPr>
                  </w:pPr>
                  <w:r w:rsidRPr="00F64275">
                    <w:rPr>
                      <w:sz w:val="40"/>
                      <w:szCs w:val="40"/>
                    </w:rPr>
                    <w:t>Shawl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Picture 1" o:spid="_x0000_s1035" type="#_x0000_t75" alt="http://www.dancemania.biz/var/thumbs_cache/twirling-show-baton-4.jpg" style="position:absolute;margin-left:2in;margin-top:-45pt;width:112.5pt;height:112.5pt;z-index:-251658752;visibility:visible">
            <v:imagedata r:id="rId9" o:title=""/>
          </v:shape>
        </w:pict>
      </w:r>
      <w:r>
        <w:rPr>
          <w:noProof/>
          <w:lang w:val="en-US"/>
        </w:rPr>
        <w:pict>
          <v:shape id="Picture 13" o:spid="_x0000_s1036" type="#_x0000_t75" alt="http://www.mantelsdirect.com/images/timber/mantels/TimberMantelGallatin.jpg" style="position:absolute;margin-left:4in;margin-top:-27pt;width:187.5pt;height:187.5pt;z-index:251653632;visibility:visible">
            <v:imagedata r:id="rId10" o:title=""/>
          </v:shape>
        </w:pict>
      </w:r>
      <w:r>
        <w:rPr>
          <w:noProof/>
          <w:lang w:val="en-US"/>
        </w:rPr>
        <w:pict>
          <v:shape id="Picture 4" o:spid="_x0000_s1037" type="#_x0000_t75" alt="http://3.bp.blogspot.com/_hRbsuxhyOs0/TOnYf5f7exI/AAAAAAAACqI/7F80BUUiVyU/s640/ivanhoe5756756.jpg" style="position:absolute;margin-left:342pt;margin-top:207pt;width:109.5pt;height:177.75pt;z-index:251654656;visibility:visible">
            <v:imagedata r:id="rId11" o:title=""/>
          </v:shape>
        </w:pict>
      </w:r>
      <w:r w:rsidRPr="00031304">
        <w:t xml:space="preserve"> </w:t>
      </w:r>
      <w:r w:rsidRPr="00AC785E">
        <w:rPr>
          <w:rFonts w:ascii="Arial" w:hAnsi="Arial" w:cs="Arial"/>
          <w:color w:val="000000"/>
        </w:rPr>
        <w:t xml:space="preserve"> </w:t>
      </w:r>
      <w:r w:rsidRPr="00AC785E">
        <w:t xml:space="preserve"> </w:t>
      </w:r>
      <w:r w:rsidRPr="00087D15">
        <w:t xml:space="preserve">  </w:t>
      </w:r>
      <w:r>
        <w:rPr>
          <w:noProof/>
          <w:lang w:val="en-US"/>
        </w:rPr>
      </w:r>
      <w:r>
        <w:pict>
          <v:group id="_x0000_s1038" editas="canvas" style="width:450pt;height:270pt;mso-position-horizontal-relative:char;mso-position-vertical-relative:line" coordorigin="2362,6660" coordsize="7200,4320">
            <o:lock v:ext="edit" aspectratio="t"/>
            <v:shape id="_x0000_s1039" type="#_x0000_t75" style="position:absolute;left:2362;top:6660;width:7200;height:4320" o:preferrelative="f">
              <v:fill o:detectmouseclick="t"/>
              <v:path o:extrusionok="t" o:connecttype="none"/>
              <o:lock v:ext="edit" text="t"/>
            </v:shape>
            <v:shape id="_x0000_s1040" type="#_x0000_t202" style="position:absolute;left:6970;top:9005;width:1584;height:391">
              <v:textbox>
                <w:txbxContent>
                  <w:p w:rsidR="007C6563" w:rsidRPr="001F7442" w:rsidRDefault="007C6563">
                    <w:pPr>
                      <w:rPr>
                        <w:sz w:val="28"/>
                        <w:szCs w:val="28"/>
                      </w:rPr>
                    </w:pPr>
                    <w:r w:rsidRPr="001F7442">
                      <w:rPr>
                        <w:sz w:val="28"/>
                        <w:szCs w:val="28"/>
                      </w:rPr>
                      <w:t>Mantelpiece</w:t>
                    </w:r>
                  </w:p>
                </w:txbxContent>
              </v:textbox>
            </v:shape>
            <v:shape id="_x0000_s1041" type="#_x0000_t202" style="position:absolute;left:4522;top:7277;width:1110;height:531">
              <v:textbox>
                <w:txbxContent>
                  <w:p w:rsidR="007C6563" w:rsidRPr="00237879" w:rsidRDefault="007C6563">
                    <w:pPr>
                      <w:rPr>
                        <w:sz w:val="40"/>
                        <w:szCs w:val="40"/>
                      </w:rPr>
                    </w:pPr>
                    <w:r w:rsidRPr="00237879">
                      <w:rPr>
                        <w:sz w:val="40"/>
                        <w:szCs w:val="40"/>
                      </w:rPr>
                      <w:t>Baton</w:t>
                    </w:r>
                  </w:p>
                </w:txbxContent>
              </v:textbox>
            </v:shape>
            <w10:anchorlock/>
          </v:group>
        </w:pict>
      </w:r>
    </w:p>
    <w:sectPr w:rsidR="007C6563" w:rsidSect="009926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5895"/>
    <w:rsid w:val="00031304"/>
    <w:rsid w:val="00087D15"/>
    <w:rsid w:val="001527D4"/>
    <w:rsid w:val="001F7442"/>
    <w:rsid w:val="00237879"/>
    <w:rsid w:val="002D5539"/>
    <w:rsid w:val="00357A36"/>
    <w:rsid w:val="003F2B22"/>
    <w:rsid w:val="00470571"/>
    <w:rsid w:val="004922CF"/>
    <w:rsid w:val="00580061"/>
    <w:rsid w:val="00622284"/>
    <w:rsid w:val="007C6563"/>
    <w:rsid w:val="00992637"/>
    <w:rsid w:val="009E49F9"/>
    <w:rsid w:val="00A02A8E"/>
    <w:rsid w:val="00AC785E"/>
    <w:rsid w:val="00C13B9C"/>
    <w:rsid w:val="00CA5CA1"/>
    <w:rsid w:val="00CF5895"/>
    <w:rsid w:val="00F602FA"/>
    <w:rsid w:val="00F64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637"/>
    <w:pPr>
      <w:spacing w:after="200" w:line="276" w:lineRule="auto"/>
    </w:pPr>
    <w:rPr>
      <w:lang w:val="en-A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F5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58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sheppardhandweaver.com/img/shawl1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6</Words>
  <Characters>40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user</dc:creator>
  <cp:keywords/>
  <dc:description/>
  <cp:lastModifiedBy>Gary Molinero</cp:lastModifiedBy>
  <cp:revision>7</cp:revision>
  <dcterms:created xsi:type="dcterms:W3CDTF">2011-01-23T09:15:00Z</dcterms:created>
  <dcterms:modified xsi:type="dcterms:W3CDTF">2011-01-23T09:26:00Z</dcterms:modified>
</cp:coreProperties>
</file>